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58153" w14:textId="433C4583" w:rsidR="00077C08" w:rsidRDefault="00077C08" w:rsidP="00077C08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– 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3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° Trimestre 202</w:t>
      </w:r>
      <w:r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3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0C0F0DC8" w14:textId="77777777" w:rsidR="00077C08" w:rsidRDefault="00077C08" w:rsidP="00077C08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Art.5 inc. c)</w:t>
      </w:r>
    </w:p>
    <w:p w14:paraId="38906B77" w14:textId="77777777" w:rsidR="00077C08" w:rsidRDefault="00077C08" w:rsidP="00077C08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7778019" w14:textId="77777777" w:rsidR="00077C08" w:rsidRDefault="00077C08" w:rsidP="00077C08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</w:t>
      </w:r>
    </w:p>
    <w:p w14:paraId="5E7A025E" w14:textId="77777777" w:rsidR="00077C08" w:rsidRDefault="00077C08" w:rsidP="00077C08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Tenemos el agrado de dirigirnos a Ud. a fin de justificar las desviaciones en la Ejecución de referencia y las medidas correctivas adoptadas o a adoptar.</w:t>
      </w:r>
    </w:p>
    <w:p w14:paraId="09B9AE56" w14:textId="77777777" w:rsidR="00077C08" w:rsidRDefault="00077C08" w:rsidP="00077C08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3361D915" w14:textId="77777777" w:rsidR="00077C08" w:rsidRDefault="00077C08" w:rsidP="00077C08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Dado que la proyección se efectúo en grandes rubros y se solicita informe respecto de los desvíos más importantes, informamos lo siguiente:</w:t>
      </w:r>
    </w:p>
    <w:p w14:paraId="4BD1CB2D" w14:textId="77777777" w:rsidR="00077C08" w:rsidRPr="00666A24" w:rsidRDefault="00077C08" w:rsidP="00077C08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A6C614D" w14:textId="4A27EE6B" w:rsidR="00077C08" w:rsidRPr="00615F4C" w:rsidRDefault="00077C08" w:rsidP="00077C08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Con relación a los </w:t>
      </w:r>
      <w:r w:rsidRPr="001C6D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financiera en el 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tercer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 en la suma de $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</w:t>
      </w:r>
      <w:r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6.</w:t>
      </w:r>
      <w:r w:rsidR="000501B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728</w:t>
      </w:r>
      <w:r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0501B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4</w:t>
      </w:r>
      <w:r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9</w:t>
      </w:r>
      <w:r w:rsidR="000501B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1</w:t>
      </w:r>
      <w:r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0501B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23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$1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578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491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 más del total. El aumento de $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850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107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,2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615F4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se debió a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incrementos salariales establecidos por Acuerdos Paritarios y a mayores precios en los bienes y servicios a contratar por el Ente. </w:t>
      </w:r>
    </w:p>
    <w:p w14:paraId="3ADDACA7" w14:textId="77777777" w:rsidR="00077C08" w:rsidRDefault="00077C08" w:rsidP="00077C08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53548CD" w14:textId="41063AB0" w:rsidR="00077C08" w:rsidRPr="007223DE" w:rsidRDefault="00077C08" w:rsidP="00077C08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Respecto de los </w:t>
      </w:r>
      <w:r w:rsidRPr="00A51A0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de Capital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tercer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 en la suma de $</w:t>
      </w:r>
      <w:r w:rsidR="00204F31" w:rsidRPr="005657B0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5</w:t>
      </w:r>
      <w:r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204F31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892</w:t>
      </w:r>
      <w:r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204F31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463</w:t>
      </w:r>
      <w:r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204F31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61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tuvo nivel de ejecución de $4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84,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29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lo cual representa </w:t>
      </w:r>
      <w:r w:rsidR="00204F3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</w:t>
      </w:r>
      <w:r w:rsidR="00204F3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 de lo programado. La disminución de $</w:t>
      </w:r>
      <w:r w:rsidR="00204F3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204F3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481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204F3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279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204F3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</w:t>
      </w:r>
      <w:r w:rsidRPr="007223D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debió a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que el mercado actual no cuenta con los bienes de capital demandados por el Ente.</w:t>
      </w:r>
    </w:p>
    <w:p w14:paraId="4836BAE9" w14:textId="77777777" w:rsidR="00077C08" w:rsidRDefault="00077C08" w:rsidP="00077C08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6AD5FB2" w14:textId="33528887" w:rsidR="00077C08" w:rsidRPr="00E3386D" w:rsidRDefault="00077C08" w:rsidP="00077C08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Sobre los </w:t>
      </w:r>
      <w:r w:rsidRPr="0055586C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Recursos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tercer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 en la suma de 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$ 87.860.717,25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$1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228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398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,4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119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 más del total. El aumento de $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5.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367.681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501B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debe</w:t>
      </w:r>
      <w:r w:rsidRPr="00E3386D">
        <w:rPr>
          <w:rFonts w:ascii="Garamond" w:eastAsia="Times New Roman" w:hAnsi="Garamond"/>
          <w:sz w:val="28"/>
          <w:szCs w:val="24"/>
          <w:lang w:val="es-AR" w:eastAsia="es-ES"/>
        </w:rPr>
        <w:t xml:space="preserve"> </w:t>
      </w:r>
      <w:r w:rsidRPr="00E3386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las Empresas de Transporte Urbano, durante ese periodo No percibieron Subsidios Nacionales, por lo que el Fondo Compensador de Contingencias se incrementó; produciendo un mayor aumento en la Tasa del EPRET</w:t>
      </w:r>
      <w:r w:rsidR="008E3E5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 Además, es de público conocimiento el reclamo de la Secretaría de Servicios Públicos de la Provincia a la Nación, ya que desde el mes de febrero del 2023 no están percibiendo ningún tipo de subsidio.</w:t>
      </w:r>
    </w:p>
    <w:p w14:paraId="743D34CF" w14:textId="77777777" w:rsidR="00077C08" w:rsidRPr="00E00A44" w:rsidRDefault="00077C08" w:rsidP="00077C08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B050"/>
          <w:sz w:val="24"/>
          <w:szCs w:val="24"/>
          <w:lang w:val="es-AR"/>
        </w:rPr>
      </w:pPr>
    </w:p>
    <w:p w14:paraId="6B1FE0DB" w14:textId="77777777" w:rsidR="00077C08" w:rsidRDefault="00077C08" w:rsidP="00077C08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10234E8" w14:textId="77777777" w:rsidR="00077C08" w:rsidRDefault="00077C08" w:rsidP="00077C08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       Sin más, saludo a Ud. con distinguida consideración</w:t>
      </w:r>
    </w:p>
    <w:p w14:paraId="14FB07AA" w14:textId="77777777" w:rsidR="002410F0" w:rsidRDefault="002410F0" w:rsidP="002410F0">
      <w:pPr>
        <w:jc w:val="right"/>
      </w:pPr>
    </w:p>
    <w:p w14:paraId="28A66A51" w14:textId="77777777" w:rsidR="002410F0" w:rsidRDefault="002410F0" w:rsidP="002410F0">
      <w:pPr>
        <w:jc w:val="right"/>
      </w:pPr>
    </w:p>
    <w:sectPr w:rsidR="002410F0" w:rsidSect="00EB7976">
      <w:headerReference w:type="default" r:id="rId8"/>
      <w:footerReference w:type="default" r:id="rId9"/>
      <w:pgSz w:w="11906" w:h="16838" w:code="9"/>
      <w:pgMar w:top="2832" w:right="1183" w:bottom="1417" w:left="1559" w:header="170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B7987" w14:textId="77777777" w:rsidR="000B562D" w:rsidRDefault="000B562D" w:rsidP="00632FDA">
      <w:pPr>
        <w:spacing w:after="0" w:line="240" w:lineRule="auto"/>
      </w:pPr>
      <w:r>
        <w:separator/>
      </w:r>
    </w:p>
  </w:endnote>
  <w:endnote w:type="continuationSeparator" w:id="0">
    <w:p w14:paraId="533FE226" w14:textId="77777777" w:rsidR="000B562D" w:rsidRDefault="000B562D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4EDD" w14:textId="4D8F555E" w:rsidR="00485EC8" w:rsidRPr="00D22934" w:rsidRDefault="00485EC8" w:rsidP="00A76E23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 Año de</w:t>
    </w:r>
    <w:r w:rsidR="003F68B7">
      <w:rPr>
        <w:rFonts w:ascii="Lato" w:hAnsi="Lato"/>
        <w:i/>
        <w:color w:val="7F7F7F"/>
        <w:sz w:val="20"/>
        <w:szCs w:val="20"/>
      </w:rPr>
      <w:t xml:space="preserve"> homenaje a los 40 años de la gesta de Malvinas, a sus veteranos y </w:t>
    </w:r>
    <w:r w:rsidR="00136169">
      <w:rPr>
        <w:rFonts w:ascii="Lato" w:hAnsi="Lato"/>
        <w:i/>
        <w:color w:val="7F7F7F"/>
        <w:sz w:val="20"/>
        <w:szCs w:val="20"/>
      </w:rPr>
      <w:t>caídos</w:t>
    </w:r>
    <w:r w:rsidRPr="00D22934">
      <w:rPr>
        <w:rFonts w:ascii="Lato" w:hAnsi="Lato"/>
        <w:i/>
        <w:color w:val="7F7F7F"/>
        <w:sz w:val="20"/>
        <w:szCs w:val="20"/>
      </w:rPr>
      <w:t>"</w:t>
    </w:r>
  </w:p>
  <w:p w14:paraId="3ECC5E29" w14:textId="77777777" w:rsidR="00485EC8" w:rsidRDefault="00485EC8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4145179F" w14:textId="77777777" w:rsidR="00485EC8" w:rsidRDefault="00485EC8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 wp14:anchorId="228277BA" wp14:editId="0237EB6C">
          <wp:simplePos x="0" y="0"/>
          <wp:positionH relativeFrom="column">
            <wp:posOffset>-1027430</wp:posOffset>
          </wp:positionH>
          <wp:positionV relativeFrom="paragraph">
            <wp:posOffset>10795</wp:posOffset>
          </wp:positionV>
          <wp:extent cx="7823200" cy="931545"/>
          <wp:effectExtent l="0" t="0" r="0" b="0"/>
          <wp:wrapNone/>
          <wp:docPr id="5" name="Imagen 5" descr="linea%20pi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inea%20pi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3200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2A8089B" w14:textId="77777777" w:rsidR="00485EC8" w:rsidRDefault="00485EC8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535ECD9E" w14:textId="77777777" w:rsidR="00485EC8" w:rsidRPr="00720052" w:rsidRDefault="00485EC8" w:rsidP="00482896">
    <w:pPr>
      <w:pStyle w:val="Piedepgina"/>
      <w:tabs>
        <w:tab w:val="clear" w:pos="4252"/>
        <w:tab w:val="clear" w:pos="8504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>Pasaje Villalonga 1650 - Mendoza -</w:t>
    </w:r>
    <w:r w:rsidRPr="00720052">
      <w:rPr>
        <w:rFonts w:ascii="Lato" w:hAnsi="Lato"/>
        <w:sz w:val="18"/>
        <w:szCs w:val="18"/>
      </w:rPr>
      <w:t xml:space="preserve"> Capital - CP M5500 </w:t>
    </w:r>
  </w:p>
  <w:p w14:paraId="7702FFC9" w14:textId="77777777" w:rsidR="00485EC8" w:rsidRPr="00720052" w:rsidRDefault="00485EC8" w:rsidP="0048289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  <w:r w:rsidRPr="00720052">
      <w:rPr>
        <w:rFonts w:ascii="Lato" w:hAnsi="Lato"/>
        <w:sz w:val="18"/>
        <w:szCs w:val="18"/>
      </w:rPr>
      <w:t>Teléfono:</w:t>
    </w:r>
    <w:r>
      <w:rPr>
        <w:rFonts w:ascii="Lato" w:hAnsi="Lato"/>
        <w:sz w:val="18"/>
        <w:szCs w:val="18"/>
      </w:rPr>
      <w:t xml:space="preserve"> 0261 - 4637522</w:t>
    </w:r>
    <w:r>
      <w:rPr>
        <w:rFonts w:ascii="Lato" w:hAnsi="Lato"/>
        <w:b/>
        <w:sz w:val="18"/>
        <w:szCs w:val="18"/>
      </w:rPr>
      <w:t>emop.com.ar</w:t>
    </w:r>
  </w:p>
  <w:p w14:paraId="491BB69C" w14:textId="77777777" w:rsidR="00485EC8" w:rsidRPr="0002774D" w:rsidRDefault="00485EC8" w:rsidP="00482896">
    <w:pPr>
      <w:pStyle w:val="Piedepgina"/>
      <w:tabs>
        <w:tab w:val="clear" w:pos="4252"/>
        <w:tab w:val="clear" w:pos="8504"/>
      </w:tabs>
      <w:jc w:val="right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B5ACA" w14:textId="77777777" w:rsidR="000B562D" w:rsidRDefault="000B562D" w:rsidP="00632FDA">
      <w:pPr>
        <w:spacing w:after="0" w:line="240" w:lineRule="auto"/>
      </w:pPr>
      <w:r>
        <w:separator/>
      </w:r>
    </w:p>
  </w:footnote>
  <w:footnote w:type="continuationSeparator" w:id="0">
    <w:p w14:paraId="1C7C0808" w14:textId="77777777" w:rsidR="000B562D" w:rsidRDefault="000B562D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2C02" w14:textId="77777777" w:rsidR="00485EC8" w:rsidRPr="00662276" w:rsidRDefault="00485EC8" w:rsidP="00BE1645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007F90"/>
        <w:sz w:val="28"/>
        <w:szCs w:val="28"/>
      </w:rPr>
    </w:pPr>
    <w:r w:rsidRPr="00662276"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 wp14:anchorId="38755034" wp14:editId="0792B6FB">
          <wp:simplePos x="0" y="0"/>
          <wp:positionH relativeFrom="column">
            <wp:posOffset>-1027430</wp:posOffset>
          </wp:positionH>
          <wp:positionV relativeFrom="paragraph">
            <wp:posOffset>-1494155</wp:posOffset>
          </wp:positionV>
          <wp:extent cx="7893050" cy="1888490"/>
          <wp:effectExtent l="0" t="0" r="0" b="0"/>
          <wp:wrapNone/>
          <wp:docPr id="1" name="Imagen 1" descr="enclogo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enclogo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0" cy="188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05160C3E" w14:textId="77777777" w:rsidR="00485EC8" w:rsidRPr="006F4A42" w:rsidRDefault="00485EC8" w:rsidP="00BE1645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39E04CE3" w14:textId="77777777" w:rsidR="00485EC8" w:rsidRPr="0002774D" w:rsidRDefault="00485EC8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37D11"/>
    <w:multiLevelType w:val="multilevel"/>
    <w:tmpl w:val="CFF0D674"/>
    <w:lvl w:ilvl="0">
      <w:start w:val="4"/>
      <w:numFmt w:val="lowerLetter"/>
      <w:lvlText w:val="%1)"/>
      <w:lvlJc w:val="left"/>
      <w:pPr>
        <w:tabs>
          <w:tab w:val="num" w:pos="432"/>
        </w:tabs>
      </w:pPr>
      <w:rPr>
        <w:rFonts w:cs="Times New Roman"/>
        <w:b/>
        <w:bCs/>
        <w:snapToGrid/>
        <w:color w:val="0D1318"/>
        <w:sz w:val="22"/>
        <w:szCs w:val="22"/>
      </w:rPr>
    </w:lvl>
    <w:lvl w:ilvl="1">
      <w:start w:val="1"/>
      <w:numFmt w:val="decimal"/>
      <w:lvlText w:val="%1.%2."/>
      <w:lvlJc w:val="left"/>
      <w:pPr>
        <w:ind w:left="1221" w:hanging="577"/>
      </w:pPr>
      <w:rPr>
        <w:rFonts w:ascii="Calibri" w:eastAsia="Times New Roman" w:hAnsi="Calibri" w:cs="Calibri" w:hint="default"/>
        <w:b/>
        <w:bCs/>
        <w:color w:val="4F81BC"/>
        <w:spacing w:val="-2"/>
        <w:w w:val="99"/>
        <w:sz w:val="26"/>
        <w:szCs w:val="26"/>
      </w:rPr>
    </w:lvl>
    <w:lvl w:ilvl="2">
      <w:numFmt w:val="bullet"/>
      <w:lvlText w:val="•"/>
      <w:lvlJc w:val="left"/>
      <w:pPr>
        <w:ind w:left="2223" w:hanging="577"/>
      </w:pPr>
      <w:rPr>
        <w:rFonts w:hint="default"/>
      </w:rPr>
    </w:lvl>
    <w:lvl w:ilvl="3">
      <w:numFmt w:val="bullet"/>
      <w:lvlText w:val="•"/>
      <w:lvlJc w:val="left"/>
      <w:pPr>
        <w:ind w:left="3226" w:hanging="577"/>
      </w:pPr>
      <w:rPr>
        <w:rFonts w:hint="default"/>
      </w:rPr>
    </w:lvl>
    <w:lvl w:ilvl="4">
      <w:numFmt w:val="bullet"/>
      <w:lvlText w:val="•"/>
      <w:lvlJc w:val="left"/>
      <w:pPr>
        <w:ind w:left="4229" w:hanging="577"/>
      </w:pPr>
      <w:rPr>
        <w:rFonts w:hint="default"/>
      </w:rPr>
    </w:lvl>
    <w:lvl w:ilvl="5">
      <w:numFmt w:val="bullet"/>
      <w:lvlText w:val="•"/>
      <w:lvlJc w:val="left"/>
      <w:pPr>
        <w:ind w:left="5232" w:hanging="577"/>
      </w:pPr>
      <w:rPr>
        <w:rFonts w:hint="default"/>
      </w:rPr>
    </w:lvl>
    <w:lvl w:ilvl="6">
      <w:numFmt w:val="bullet"/>
      <w:lvlText w:val="•"/>
      <w:lvlJc w:val="left"/>
      <w:pPr>
        <w:ind w:left="6236" w:hanging="577"/>
      </w:pPr>
      <w:rPr>
        <w:rFonts w:hint="default"/>
      </w:rPr>
    </w:lvl>
    <w:lvl w:ilvl="7">
      <w:numFmt w:val="bullet"/>
      <w:lvlText w:val="•"/>
      <w:lvlJc w:val="left"/>
      <w:pPr>
        <w:ind w:left="7239" w:hanging="577"/>
      </w:pPr>
      <w:rPr>
        <w:rFonts w:hint="default"/>
      </w:rPr>
    </w:lvl>
    <w:lvl w:ilvl="8">
      <w:numFmt w:val="bullet"/>
      <w:lvlText w:val="•"/>
      <w:lvlJc w:val="left"/>
      <w:pPr>
        <w:ind w:left="8242" w:hanging="577"/>
      </w:pPr>
      <w:rPr>
        <w:rFonts w:hint="default"/>
      </w:rPr>
    </w:lvl>
  </w:abstractNum>
  <w:abstractNum w:abstractNumId="1" w15:restartNumberingAfterBreak="0">
    <w:nsid w:val="07DC3FCB"/>
    <w:multiLevelType w:val="hybridMultilevel"/>
    <w:tmpl w:val="4900F3E6"/>
    <w:lvl w:ilvl="0" w:tplc="E78EF602">
      <w:start w:val="1"/>
      <w:numFmt w:val="upperRoman"/>
      <w:lvlText w:val="%1-"/>
      <w:lvlJc w:val="left"/>
      <w:pPr>
        <w:ind w:left="3981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4482" w:hanging="360"/>
      </w:pPr>
    </w:lvl>
    <w:lvl w:ilvl="2" w:tplc="2C0A001B" w:tentative="1">
      <w:start w:val="1"/>
      <w:numFmt w:val="lowerRoman"/>
      <w:lvlText w:val="%3."/>
      <w:lvlJc w:val="right"/>
      <w:pPr>
        <w:ind w:left="5202" w:hanging="180"/>
      </w:pPr>
    </w:lvl>
    <w:lvl w:ilvl="3" w:tplc="2C0A000F" w:tentative="1">
      <w:start w:val="1"/>
      <w:numFmt w:val="decimal"/>
      <w:lvlText w:val="%4."/>
      <w:lvlJc w:val="left"/>
      <w:pPr>
        <w:ind w:left="5922" w:hanging="360"/>
      </w:pPr>
    </w:lvl>
    <w:lvl w:ilvl="4" w:tplc="2C0A0019" w:tentative="1">
      <w:start w:val="1"/>
      <w:numFmt w:val="lowerLetter"/>
      <w:lvlText w:val="%5."/>
      <w:lvlJc w:val="left"/>
      <w:pPr>
        <w:ind w:left="6642" w:hanging="360"/>
      </w:pPr>
    </w:lvl>
    <w:lvl w:ilvl="5" w:tplc="2C0A001B" w:tentative="1">
      <w:start w:val="1"/>
      <w:numFmt w:val="lowerRoman"/>
      <w:lvlText w:val="%6."/>
      <w:lvlJc w:val="right"/>
      <w:pPr>
        <w:ind w:left="7362" w:hanging="180"/>
      </w:pPr>
    </w:lvl>
    <w:lvl w:ilvl="6" w:tplc="2C0A000F" w:tentative="1">
      <w:start w:val="1"/>
      <w:numFmt w:val="decimal"/>
      <w:lvlText w:val="%7."/>
      <w:lvlJc w:val="left"/>
      <w:pPr>
        <w:ind w:left="8082" w:hanging="360"/>
      </w:pPr>
    </w:lvl>
    <w:lvl w:ilvl="7" w:tplc="2C0A0019" w:tentative="1">
      <w:start w:val="1"/>
      <w:numFmt w:val="lowerLetter"/>
      <w:lvlText w:val="%8."/>
      <w:lvlJc w:val="left"/>
      <w:pPr>
        <w:ind w:left="8802" w:hanging="360"/>
      </w:pPr>
    </w:lvl>
    <w:lvl w:ilvl="8" w:tplc="2C0A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2" w15:restartNumberingAfterBreak="0">
    <w:nsid w:val="0AC6091B"/>
    <w:multiLevelType w:val="hybridMultilevel"/>
    <w:tmpl w:val="1AB62950"/>
    <w:lvl w:ilvl="0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0BB6670A"/>
    <w:multiLevelType w:val="multilevel"/>
    <w:tmpl w:val="87A6847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C9B3A50"/>
    <w:multiLevelType w:val="hybridMultilevel"/>
    <w:tmpl w:val="5A76CD28"/>
    <w:lvl w:ilvl="0" w:tplc="DE58837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3912" w:hanging="360"/>
      </w:pPr>
    </w:lvl>
    <w:lvl w:ilvl="2" w:tplc="2C0A001B" w:tentative="1">
      <w:start w:val="1"/>
      <w:numFmt w:val="lowerRoman"/>
      <w:lvlText w:val="%3."/>
      <w:lvlJc w:val="right"/>
      <w:pPr>
        <w:ind w:left="4632" w:hanging="180"/>
      </w:pPr>
    </w:lvl>
    <w:lvl w:ilvl="3" w:tplc="2C0A000F" w:tentative="1">
      <w:start w:val="1"/>
      <w:numFmt w:val="decimal"/>
      <w:lvlText w:val="%4."/>
      <w:lvlJc w:val="left"/>
      <w:pPr>
        <w:ind w:left="5352" w:hanging="360"/>
      </w:pPr>
    </w:lvl>
    <w:lvl w:ilvl="4" w:tplc="2C0A0019" w:tentative="1">
      <w:start w:val="1"/>
      <w:numFmt w:val="lowerLetter"/>
      <w:lvlText w:val="%5."/>
      <w:lvlJc w:val="left"/>
      <w:pPr>
        <w:ind w:left="6072" w:hanging="360"/>
      </w:pPr>
    </w:lvl>
    <w:lvl w:ilvl="5" w:tplc="2C0A001B" w:tentative="1">
      <w:start w:val="1"/>
      <w:numFmt w:val="lowerRoman"/>
      <w:lvlText w:val="%6."/>
      <w:lvlJc w:val="right"/>
      <w:pPr>
        <w:ind w:left="6792" w:hanging="180"/>
      </w:pPr>
    </w:lvl>
    <w:lvl w:ilvl="6" w:tplc="2C0A000F" w:tentative="1">
      <w:start w:val="1"/>
      <w:numFmt w:val="decimal"/>
      <w:lvlText w:val="%7."/>
      <w:lvlJc w:val="left"/>
      <w:pPr>
        <w:ind w:left="7512" w:hanging="360"/>
      </w:pPr>
    </w:lvl>
    <w:lvl w:ilvl="7" w:tplc="2C0A0019" w:tentative="1">
      <w:start w:val="1"/>
      <w:numFmt w:val="lowerLetter"/>
      <w:lvlText w:val="%8."/>
      <w:lvlJc w:val="left"/>
      <w:pPr>
        <w:ind w:left="8232" w:hanging="360"/>
      </w:pPr>
    </w:lvl>
    <w:lvl w:ilvl="8" w:tplc="2C0A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 w15:restartNumberingAfterBreak="0">
    <w:nsid w:val="11D42EF4"/>
    <w:multiLevelType w:val="hybridMultilevel"/>
    <w:tmpl w:val="6A0022DE"/>
    <w:lvl w:ilvl="0" w:tplc="15DA91B6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78" w:hanging="360"/>
      </w:pPr>
    </w:lvl>
    <w:lvl w:ilvl="2" w:tplc="2C0A001B" w:tentative="1">
      <w:start w:val="1"/>
      <w:numFmt w:val="lowerRoman"/>
      <w:lvlText w:val="%3."/>
      <w:lvlJc w:val="right"/>
      <w:pPr>
        <w:ind w:left="1798" w:hanging="180"/>
      </w:pPr>
    </w:lvl>
    <w:lvl w:ilvl="3" w:tplc="2C0A000F" w:tentative="1">
      <w:start w:val="1"/>
      <w:numFmt w:val="decimal"/>
      <w:lvlText w:val="%4."/>
      <w:lvlJc w:val="left"/>
      <w:pPr>
        <w:ind w:left="2518" w:hanging="360"/>
      </w:pPr>
    </w:lvl>
    <w:lvl w:ilvl="4" w:tplc="2C0A0019" w:tentative="1">
      <w:start w:val="1"/>
      <w:numFmt w:val="lowerLetter"/>
      <w:lvlText w:val="%5."/>
      <w:lvlJc w:val="left"/>
      <w:pPr>
        <w:ind w:left="3238" w:hanging="360"/>
      </w:pPr>
    </w:lvl>
    <w:lvl w:ilvl="5" w:tplc="2C0A001B" w:tentative="1">
      <w:start w:val="1"/>
      <w:numFmt w:val="lowerRoman"/>
      <w:lvlText w:val="%6."/>
      <w:lvlJc w:val="right"/>
      <w:pPr>
        <w:ind w:left="3958" w:hanging="180"/>
      </w:pPr>
    </w:lvl>
    <w:lvl w:ilvl="6" w:tplc="2C0A000F" w:tentative="1">
      <w:start w:val="1"/>
      <w:numFmt w:val="decimal"/>
      <w:lvlText w:val="%7."/>
      <w:lvlJc w:val="left"/>
      <w:pPr>
        <w:ind w:left="4678" w:hanging="360"/>
      </w:pPr>
    </w:lvl>
    <w:lvl w:ilvl="7" w:tplc="2C0A0019" w:tentative="1">
      <w:start w:val="1"/>
      <w:numFmt w:val="lowerLetter"/>
      <w:lvlText w:val="%8."/>
      <w:lvlJc w:val="left"/>
      <w:pPr>
        <w:ind w:left="5398" w:hanging="360"/>
      </w:pPr>
    </w:lvl>
    <w:lvl w:ilvl="8" w:tplc="2C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126B42C1"/>
    <w:multiLevelType w:val="hybridMultilevel"/>
    <w:tmpl w:val="E468F07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F14E3"/>
    <w:multiLevelType w:val="multilevel"/>
    <w:tmpl w:val="CFF0D674"/>
    <w:lvl w:ilvl="0">
      <w:start w:val="4"/>
      <w:numFmt w:val="lowerLetter"/>
      <w:lvlText w:val="%1)"/>
      <w:lvlJc w:val="left"/>
      <w:pPr>
        <w:tabs>
          <w:tab w:val="num" w:pos="432"/>
        </w:tabs>
      </w:pPr>
      <w:rPr>
        <w:rFonts w:cs="Times New Roman"/>
        <w:b/>
        <w:bCs/>
        <w:snapToGrid/>
        <w:color w:val="0D1318"/>
        <w:sz w:val="22"/>
        <w:szCs w:val="22"/>
      </w:rPr>
    </w:lvl>
    <w:lvl w:ilvl="1">
      <w:start w:val="1"/>
      <w:numFmt w:val="decimal"/>
      <w:lvlText w:val="%1.%2."/>
      <w:lvlJc w:val="left"/>
      <w:pPr>
        <w:ind w:left="1221" w:hanging="577"/>
      </w:pPr>
      <w:rPr>
        <w:rFonts w:ascii="Calibri" w:eastAsia="Times New Roman" w:hAnsi="Calibri" w:cs="Calibri" w:hint="default"/>
        <w:b/>
        <w:bCs/>
        <w:color w:val="4F81BC"/>
        <w:spacing w:val="-2"/>
        <w:w w:val="99"/>
        <w:sz w:val="26"/>
        <w:szCs w:val="26"/>
      </w:rPr>
    </w:lvl>
    <w:lvl w:ilvl="2">
      <w:numFmt w:val="bullet"/>
      <w:lvlText w:val="•"/>
      <w:lvlJc w:val="left"/>
      <w:pPr>
        <w:ind w:left="2223" w:hanging="577"/>
      </w:pPr>
      <w:rPr>
        <w:rFonts w:hint="default"/>
      </w:rPr>
    </w:lvl>
    <w:lvl w:ilvl="3">
      <w:numFmt w:val="bullet"/>
      <w:lvlText w:val="•"/>
      <w:lvlJc w:val="left"/>
      <w:pPr>
        <w:ind w:left="3226" w:hanging="577"/>
      </w:pPr>
      <w:rPr>
        <w:rFonts w:hint="default"/>
      </w:rPr>
    </w:lvl>
    <w:lvl w:ilvl="4">
      <w:numFmt w:val="bullet"/>
      <w:lvlText w:val="•"/>
      <w:lvlJc w:val="left"/>
      <w:pPr>
        <w:ind w:left="4229" w:hanging="577"/>
      </w:pPr>
      <w:rPr>
        <w:rFonts w:hint="default"/>
      </w:rPr>
    </w:lvl>
    <w:lvl w:ilvl="5">
      <w:numFmt w:val="bullet"/>
      <w:lvlText w:val="•"/>
      <w:lvlJc w:val="left"/>
      <w:pPr>
        <w:ind w:left="5232" w:hanging="577"/>
      </w:pPr>
      <w:rPr>
        <w:rFonts w:hint="default"/>
      </w:rPr>
    </w:lvl>
    <w:lvl w:ilvl="6">
      <w:numFmt w:val="bullet"/>
      <w:lvlText w:val="•"/>
      <w:lvlJc w:val="left"/>
      <w:pPr>
        <w:ind w:left="6236" w:hanging="577"/>
      </w:pPr>
      <w:rPr>
        <w:rFonts w:hint="default"/>
      </w:rPr>
    </w:lvl>
    <w:lvl w:ilvl="7">
      <w:numFmt w:val="bullet"/>
      <w:lvlText w:val="•"/>
      <w:lvlJc w:val="left"/>
      <w:pPr>
        <w:ind w:left="7239" w:hanging="577"/>
      </w:pPr>
      <w:rPr>
        <w:rFonts w:hint="default"/>
      </w:rPr>
    </w:lvl>
    <w:lvl w:ilvl="8">
      <w:numFmt w:val="bullet"/>
      <w:lvlText w:val="•"/>
      <w:lvlJc w:val="left"/>
      <w:pPr>
        <w:ind w:left="8242" w:hanging="577"/>
      </w:pPr>
      <w:rPr>
        <w:rFonts w:hint="default"/>
      </w:rPr>
    </w:lvl>
  </w:abstractNum>
  <w:abstractNum w:abstractNumId="8" w15:restartNumberingAfterBreak="0">
    <w:nsid w:val="1B6E7615"/>
    <w:multiLevelType w:val="hybridMultilevel"/>
    <w:tmpl w:val="86223488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C731E"/>
    <w:multiLevelType w:val="hybridMultilevel"/>
    <w:tmpl w:val="FB3CEE96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64CBC"/>
    <w:multiLevelType w:val="hybridMultilevel"/>
    <w:tmpl w:val="15FCD4A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D4B94"/>
    <w:multiLevelType w:val="hybridMultilevel"/>
    <w:tmpl w:val="3DDEE2E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806B8"/>
    <w:multiLevelType w:val="hybridMultilevel"/>
    <w:tmpl w:val="03321046"/>
    <w:lvl w:ilvl="0" w:tplc="12EAEA60">
      <w:start w:val="1"/>
      <w:numFmt w:val="upperRoman"/>
      <w:lvlText w:val="%1."/>
      <w:lvlJc w:val="left"/>
      <w:pPr>
        <w:ind w:left="1255" w:hanging="720"/>
      </w:pPr>
      <w:rPr>
        <w:rFonts w:hint="default"/>
        <w:b/>
        <w:color w:val="365F91"/>
      </w:rPr>
    </w:lvl>
    <w:lvl w:ilvl="1" w:tplc="2C0A0019" w:tentative="1">
      <w:start w:val="1"/>
      <w:numFmt w:val="lowerLetter"/>
      <w:lvlText w:val="%2."/>
      <w:lvlJc w:val="left"/>
      <w:pPr>
        <w:ind w:left="1615" w:hanging="360"/>
      </w:pPr>
    </w:lvl>
    <w:lvl w:ilvl="2" w:tplc="2C0A001B" w:tentative="1">
      <w:start w:val="1"/>
      <w:numFmt w:val="lowerRoman"/>
      <w:lvlText w:val="%3."/>
      <w:lvlJc w:val="right"/>
      <w:pPr>
        <w:ind w:left="2335" w:hanging="180"/>
      </w:pPr>
    </w:lvl>
    <w:lvl w:ilvl="3" w:tplc="2C0A000F" w:tentative="1">
      <w:start w:val="1"/>
      <w:numFmt w:val="decimal"/>
      <w:lvlText w:val="%4."/>
      <w:lvlJc w:val="left"/>
      <w:pPr>
        <w:ind w:left="3055" w:hanging="360"/>
      </w:pPr>
    </w:lvl>
    <w:lvl w:ilvl="4" w:tplc="2C0A0019" w:tentative="1">
      <w:start w:val="1"/>
      <w:numFmt w:val="lowerLetter"/>
      <w:lvlText w:val="%5."/>
      <w:lvlJc w:val="left"/>
      <w:pPr>
        <w:ind w:left="3775" w:hanging="360"/>
      </w:pPr>
    </w:lvl>
    <w:lvl w:ilvl="5" w:tplc="2C0A001B" w:tentative="1">
      <w:start w:val="1"/>
      <w:numFmt w:val="lowerRoman"/>
      <w:lvlText w:val="%6."/>
      <w:lvlJc w:val="right"/>
      <w:pPr>
        <w:ind w:left="4495" w:hanging="180"/>
      </w:pPr>
    </w:lvl>
    <w:lvl w:ilvl="6" w:tplc="2C0A000F" w:tentative="1">
      <w:start w:val="1"/>
      <w:numFmt w:val="decimal"/>
      <w:lvlText w:val="%7."/>
      <w:lvlJc w:val="left"/>
      <w:pPr>
        <w:ind w:left="5215" w:hanging="360"/>
      </w:pPr>
    </w:lvl>
    <w:lvl w:ilvl="7" w:tplc="2C0A0019" w:tentative="1">
      <w:start w:val="1"/>
      <w:numFmt w:val="lowerLetter"/>
      <w:lvlText w:val="%8."/>
      <w:lvlJc w:val="left"/>
      <w:pPr>
        <w:ind w:left="5935" w:hanging="360"/>
      </w:pPr>
    </w:lvl>
    <w:lvl w:ilvl="8" w:tplc="2C0A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3" w15:restartNumberingAfterBreak="0">
    <w:nsid w:val="2A6069C6"/>
    <w:multiLevelType w:val="multilevel"/>
    <w:tmpl w:val="CFF0D674"/>
    <w:lvl w:ilvl="0">
      <w:start w:val="4"/>
      <w:numFmt w:val="lowerLetter"/>
      <w:lvlText w:val="%1)"/>
      <w:lvlJc w:val="left"/>
      <w:pPr>
        <w:tabs>
          <w:tab w:val="num" w:pos="432"/>
        </w:tabs>
      </w:pPr>
      <w:rPr>
        <w:rFonts w:cs="Times New Roman"/>
        <w:b/>
        <w:bCs/>
        <w:snapToGrid/>
        <w:color w:val="0D1318"/>
        <w:sz w:val="22"/>
        <w:szCs w:val="22"/>
      </w:rPr>
    </w:lvl>
    <w:lvl w:ilvl="1">
      <w:start w:val="1"/>
      <w:numFmt w:val="decimal"/>
      <w:lvlText w:val="%1.%2."/>
      <w:lvlJc w:val="left"/>
      <w:pPr>
        <w:ind w:left="1221" w:hanging="577"/>
      </w:pPr>
      <w:rPr>
        <w:rFonts w:ascii="Calibri" w:eastAsia="Times New Roman" w:hAnsi="Calibri" w:cs="Calibri" w:hint="default"/>
        <w:b/>
        <w:bCs/>
        <w:color w:val="4F81BC"/>
        <w:spacing w:val="-2"/>
        <w:w w:val="99"/>
        <w:sz w:val="26"/>
        <w:szCs w:val="26"/>
      </w:rPr>
    </w:lvl>
    <w:lvl w:ilvl="2">
      <w:numFmt w:val="bullet"/>
      <w:lvlText w:val="•"/>
      <w:lvlJc w:val="left"/>
      <w:pPr>
        <w:ind w:left="2223" w:hanging="577"/>
      </w:pPr>
      <w:rPr>
        <w:rFonts w:hint="default"/>
      </w:rPr>
    </w:lvl>
    <w:lvl w:ilvl="3">
      <w:numFmt w:val="bullet"/>
      <w:lvlText w:val="•"/>
      <w:lvlJc w:val="left"/>
      <w:pPr>
        <w:ind w:left="3226" w:hanging="577"/>
      </w:pPr>
      <w:rPr>
        <w:rFonts w:hint="default"/>
      </w:rPr>
    </w:lvl>
    <w:lvl w:ilvl="4">
      <w:numFmt w:val="bullet"/>
      <w:lvlText w:val="•"/>
      <w:lvlJc w:val="left"/>
      <w:pPr>
        <w:ind w:left="4229" w:hanging="577"/>
      </w:pPr>
      <w:rPr>
        <w:rFonts w:hint="default"/>
      </w:rPr>
    </w:lvl>
    <w:lvl w:ilvl="5">
      <w:numFmt w:val="bullet"/>
      <w:lvlText w:val="•"/>
      <w:lvlJc w:val="left"/>
      <w:pPr>
        <w:ind w:left="5232" w:hanging="577"/>
      </w:pPr>
      <w:rPr>
        <w:rFonts w:hint="default"/>
      </w:rPr>
    </w:lvl>
    <w:lvl w:ilvl="6">
      <w:numFmt w:val="bullet"/>
      <w:lvlText w:val="•"/>
      <w:lvlJc w:val="left"/>
      <w:pPr>
        <w:ind w:left="6236" w:hanging="577"/>
      </w:pPr>
      <w:rPr>
        <w:rFonts w:hint="default"/>
      </w:rPr>
    </w:lvl>
    <w:lvl w:ilvl="7">
      <w:numFmt w:val="bullet"/>
      <w:lvlText w:val="•"/>
      <w:lvlJc w:val="left"/>
      <w:pPr>
        <w:ind w:left="7239" w:hanging="577"/>
      </w:pPr>
      <w:rPr>
        <w:rFonts w:hint="default"/>
      </w:rPr>
    </w:lvl>
    <w:lvl w:ilvl="8">
      <w:numFmt w:val="bullet"/>
      <w:lvlText w:val="•"/>
      <w:lvlJc w:val="left"/>
      <w:pPr>
        <w:ind w:left="8242" w:hanging="577"/>
      </w:pPr>
      <w:rPr>
        <w:rFonts w:hint="default"/>
      </w:rPr>
    </w:lvl>
  </w:abstractNum>
  <w:abstractNum w:abstractNumId="14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5" w15:restartNumberingAfterBreak="0">
    <w:nsid w:val="360E76E0"/>
    <w:multiLevelType w:val="multilevel"/>
    <w:tmpl w:val="63CABD5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82B0048"/>
    <w:multiLevelType w:val="hybridMultilevel"/>
    <w:tmpl w:val="17103492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41F281B"/>
    <w:multiLevelType w:val="hybridMultilevel"/>
    <w:tmpl w:val="5EC292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8637EE"/>
    <w:multiLevelType w:val="hybridMultilevel"/>
    <w:tmpl w:val="DFDA4C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93AE8"/>
    <w:multiLevelType w:val="hybridMultilevel"/>
    <w:tmpl w:val="2C68FA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35B92"/>
    <w:multiLevelType w:val="hybridMultilevel"/>
    <w:tmpl w:val="BC6AE188"/>
    <w:lvl w:ilvl="0" w:tplc="B5FC2E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339DFF"/>
    <w:multiLevelType w:val="multilevel"/>
    <w:tmpl w:val="5B339DFF"/>
    <w:lvl w:ilvl="0">
      <w:start w:val="1"/>
      <w:numFmt w:val="upperRoman"/>
      <w:lvlText w:val="%1."/>
      <w:lvlJc w:val="left"/>
      <w:pPr>
        <w:ind w:left="644" w:hanging="294"/>
        <w:jc w:val="right"/>
      </w:pPr>
      <w:rPr>
        <w:rFonts w:hint="default"/>
        <w:b/>
        <w:bCs/>
        <w:spacing w:val="-3"/>
        <w:w w:val="99"/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221" w:hanging="577"/>
      </w:pPr>
      <w:rPr>
        <w:rFonts w:ascii="Calibri" w:eastAsia="Calibri" w:hAnsi="Calibri" w:cs="Calibri" w:hint="default"/>
        <w:b/>
        <w:bCs/>
        <w:color w:val="4F81BC"/>
        <w:spacing w:val="-2"/>
        <w:w w:val="99"/>
        <w:sz w:val="26"/>
        <w:szCs w:val="26"/>
        <w:lang w:val="es-ES" w:eastAsia="es-ES" w:bidi="es-ES"/>
      </w:rPr>
    </w:lvl>
    <w:lvl w:ilvl="2">
      <w:numFmt w:val="bullet"/>
      <w:lvlText w:val="•"/>
      <w:lvlJc w:val="left"/>
      <w:pPr>
        <w:ind w:left="2223" w:hanging="577"/>
      </w:pPr>
      <w:rPr>
        <w:rFonts w:hint="default"/>
        <w:lang w:val="es-ES" w:eastAsia="es-ES" w:bidi="es-ES"/>
      </w:rPr>
    </w:lvl>
    <w:lvl w:ilvl="3">
      <w:numFmt w:val="bullet"/>
      <w:lvlText w:val="•"/>
      <w:lvlJc w:val="left"/>
      <w:pPr>
        <w:ind w:left="3226" w:hanging="577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229" w:hanging="577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577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36" w:hanging="577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39" w:hanging="577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42" w:hanging="577"/>
      </w:pPr>
      <w:rPr>
        <w:rFonts w:hint="default"/>
        <w:lang w:val="es-ES" w:eastAsia="es-ES" w:bidi="es-ES"/>
      </w:rPr>
    </w:lvl>
  </w:abstractNum>
  <w:abstractNum w:abstractNumId="22" w15:restartNumberingAfterBreak="0">
    <w:nsid w:val="5E6E7E8A"/>
    <w:multiLevelType w:val="hybridMultilevel"/>
    <w:tmpl w:val="0BD4119C"/>
    <w:lvl w:ilvl="0" w:tplc="3864AA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B474C7"/>
    <w:multiLevelType w:val="hybridMultilevel"/>
    <w:tmpl w:val="86D2AC9E"/>
    <w:lvl w:ilvl="0" w:tplc="9D706B0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78" w:hanging="360"/>
      </w:pPr>
    </w:lvl>
    <w:lvl w:ilvl="2" w:tplc="2C0A001B" w:tentative="1">
      <w:start w:val="1"/>
      <w:numFmt w:val="lowerRoman"/>
      <w:lvlText w:val="%3."/>
      <w:lvlJc w:val="right"/>
      <w:pPr>
        <w:ind w:left="1798" w:hanging="180"/>
      </w:pPr>
    </w:lvl>
    <w:lvl w:ilvl="3" w:tplc="2C0A000F" w:tentative="1">
      <w:start w:val="1"/>
      <w:numFmt w:val="decimal"/>
      <w:lvlText w:val="%4."/>
      <w:lvlJc w:val="left"/>
      <w:pPr>
        <w:ind w:left="2518" w:hanging="360"/>
      </w:pPr>
    </w:lvl>
    <w:lvl w:ilvl="4" w:tplc="2C0A0019" w:tentative="1">
      <w:start w:val="1"/>
      <w:numFmt w:val="lowerLetter"/>
      <w:lvlText w:val="%5."/>
      <w:lvlJc w:val="left"/>
      <w:pPr>
        <w:ind w:left="3238" w:hanging="360"/>
      </w:pPr>
    </w:lvl>
    <w:lvl w:ilvl="5" w:tplc="2C0A001B" w:tentative="1">
      <w:start w:val="1"/>
      <w:numFmt w:val="lowerRoman"/>
      <w:lvlText w:val="%6."/>
      <w:lvlJc w:val="right"/>
      <w:pPr>
        <w:ind w:left="3958" w:hanging="180"/>
      </w:pPr>
    </w:lvl>
    <w:lvl w:ilvl="6" w:tplc="2C0A000F" w:tentative="1">
      <w:start w:val="1"/>
      <w:numFmt w:val="decimal"/>
      <w:lvlText w:val="%7."/>
      <w:lvlJc w:val="left"/>
      <w:pPr>
        <w:ind w:left="4678" w:hanging="360"/>
      </w:pPr>
    </w:lvl>
    <w:lvl w:ilvl="7" w:tplc="2C0A0019" w:tentative="1">
      <w:start w:val="1"/>
      <w:numFmt w:val="lowerLetter"/>
      <w:lvlText w:val="%8."/>
      <w:lvlJc w:val="left"/>
      <w:pPr>
        <w:ind w:left="5398" w:hanging="360"/>
      </w:pPr>
    </w:lvl>
    <w:lvl w:ilvl="8" w:tplc="2C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4" w15:restartNumberingAfterBreak="0">
    <w:nsid w:val="635B6A58"/>
    <w:multiLevelType w:val="hybridMultilevel"/>
    <w:tmpl w:val="994A275C"/>
    <w:lvl w:ilvl="0" w:tplc="517ECFC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496" w:hanging="360"/>
      </w:pPr>
    </w:lvl>
    <w:lvl w:ilvl="2" w:tplc="2C0A001B" w:tentative="1">
      <w:start w:val="1"/>
      <w:numFmt w:val="lowerRoman"/>
      <w:lvlText w:val="%3."/>
      <w:lvlJc w:val="right"/>
      <w:pPr>
        <w:ind w:left="3216" w:hanging="180"/>
      </w:pPr>
    </w:lvl>
    <w:lvl w:ilvl="3" w:tplc="2C0A000F" w:tentative="1">
      <w:start w:val="1"/>
      <w:numFmt w:val="decimal"/>
      <w:lvlText w:val="%4."/>
      <w:lvlJc w:val="left"/>
      <w:pPr>
        <w:ind w:left="3936" w:hanging="360"/>
      </w:pPr>
    </w:lvl>
    <w:lvl w:ilvl="4" w:tplc="2C0A0019" w:tentative="1">
      <w:start w:val="1"/>
      <w:numFmt w:val="lowerLetter"/>
      <w:lvlText w:val="%5."/>
      <w:lvlJc w:val="left"/>
      <w:pPr>
        <w:ind w:left="4656" w:hanging="360"/>
      </w:pPr>
    </w:lvl>
    <w:lvl w:ilvl="5" w:tplc="2C0A001B" w:tentative="1">
      <w:start w:val="1"/>
      <w:numFmt w:val="lowerRoman"/>
      <w:lvlText w:val="%6."/>
      <w:lvlJc w:val="right"/>
      <w:pPr>
        <w:ind w:left="5376" w:hanging="180"/>
      </w:pPr>
    </w:lvl>
    <w:lvl w:ilvl="6" w:tplc="2C0A000F" w:tentative="1">
      <w:start w:val="1"/>
      <w:numFmt w:val="decimal"/>
      <w:lvlText w:val="%7."/>
      <w:lvlJc w:val="left"/>
      <w:pPr>
        <w:ind w:left="6096" w:hanging="360"/>
      </w:pPr>
    </w:lvl>
    <w:lvl w:ilvl="7" w:tplc="2C0A0019" w:tentative="1">
      <w:start w:val="1"/>
      <w:numFmt w:val="lowerLetter"/>
      <w:lvlText w:val="%8."/>
      <w:lvlJc w:val="left"/>
      <w:pPr>
        <w:ind w:left="6816" w:hanging="360"/>
      </w:pPr>
    </w:lvl>
    <w:lvl w:ilvl="8" w:tplc="2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693021DA"/>
    <w:multiLevelType w:val="hybridMultilevel"/>
    <w:tmpl w:val="9E548186"/>
    <w:lvl w:ilvl="0" w:tplc="DE58837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56" w:hanging="360"/>
      </w:pPr>
    </w:lvl>
    <w:lvl w:ilvl="2" w:tplc="2C0A001B">
      <w:start w:val="1"/>
      <w:numFmt w:val="lowerRoman"/>
      <w:lvlText w:val="%3."/>
      <w:lvlJc w:val="right"/>
      <w:pPr>
        <w:ind w:left="3576" w:hanging="180"/>
      </w:pPr>
    </w:lvl>
    <w:lvl w:ilvl="3" w:tplc="2C0A000F" w:tentative="1">
      <w:start w:val="1"/>
      <w:numFmt w:val="decimal"/>
      <w:lvlText w:val="%4."/>
      <w:lvlJc w:val="left"/>
      <w:pPr>
        <w:ind w:left="4296" w:hanging="360"/>
      </w:pPr>
    </w:lvl>
    <w:lvl w:ilvl="4" w:tplc="2C0A0019" w:tentative="1">
      <w:start w:val="1"/>
      <w:numFmt w:val="lowerLetter"/>
      <w:lvlText w:val="%5."/>
      <w:lvlJc w:val="left"/>
      <w:pPr>
        <w:ind w:left="5016" w:hanging="360"/>
      </w:pPr>
    </w:lvl>
    <w:lvl w:ilvl="5" w:tplc="2C0A001B" w:tentative="1">
      <w:start w:val="1"/>
      <w:numFmt w:val="lowerRoman"/>
      <w:lvlText w:val="%6."/>
      <w:lvlJc w:val="right"/>
      <w:pPr>
        <w:ind w:left="5736" w:hanging="180"/>
      </w:pPr>
    </w:lvl>
    <w:lvl w:ilvl="6" w:tplc="2C0A000F" w:tentative="1">
      <w:start w:val="1"/>
      <w:numFmt w:val="decimal"/>
      <w:lvlText w:val="%7."/>
      <w:lvlJc w:val="left"/>
      <w:pPr>
        <w:ind w:left="6456" w:hanging="360"/>
      </w:pPr>
    </w:lvl>
    <w:lvl w:ilvl="7" w:tplc="2C0A0019" w:tentative="1">
      <w:start w:val="1"/>
      <w:numFmt w:val="lowerLetter"/>
      <w:lvlText w:val="%8."/>
      <w:lvlJc w:val="left"/>
      <w:pPr>
        <w:ind w:left="7176" w:hanging="360"/>
      </w:pPr>
    </w:lvl>
    <w:lvl w:ilvl="8" w:tplc="2C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 w15:restartNumberingAfterBreak="0">
    <w:nsid w:val="6DE8295A"/>
    <w:multiLevelType w:val="hybridMultilevel"/>
    <w:tmpl w:val="1F02E704"/>
    <w:lvl w:ilvl="0" w:tplc="2C0A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AF78210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59089E"/>
    <w:multiLevelType w:val="hybridMultilevel"/>
    <w:tmpl w:val="992838A6"/>
    <w:lvl w:ilvl="0" w:tplc="3864AA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48" w:hanging="360"/>
      </w:pPr>
    </w:lvl>
    <w:lvl w:ilvl="2" w:tplc="2C0A001B" w:tentative="1">
      <w:start w:val="1"/>
      <w:numFmt w:val="lowerRoman"/>
      <w:lvlText w:val="%3."/>
      <w:lvlJc w:val="right"/>
      <w:pPr>
        <w:ind w:left="2868" w:hanging="180"/>
      </w:pPr>
    </w:lvl>
    <w:lvl w:ilvl="3" w:tplc="2C0A000F" w:tentative="1">
      <w:start w:val="1"/>
      <w:numFmt w:val="decimal"/>
      <w:lvlText w:val="%4."/>
      <w:lvlJc w:val="left"/>
      <w:pPr>
        <w:ind w:left="3588" w:hanging="360"/>
      </w:pPr>
    </w:lvl>
    <w:lvl w:ilvl="4" w:tplc="2C0A0019" w:tentative="1">
      <w:start w:val="1"/>
      <w:numFmt w:val="lowerLetter"/>
      <w:lvlText w:val="%5."/>
      <w:lvlJc w:val="left"/>
      <w:pPr>
        <w:ind w:left="4308" w:hanging="360"/>
      </w:pPr>
    </w:lvl>
    <w:lvl w:ilvl="5" w:tplc="2C0A001B" w:tentative="1">
      <w:start w:val="1"/>
      <w:numFmt w:val="lowerRoman"/>
      <w:lvlText w:val="%6."/>
      <w:lvlJc w:val="right"/>
      <w:pPr>
        <w:ind w:left="5028" w:hanging="180"/>
      </w:pPr>
    </w:lvl>
    <w:lvl w:ilvl="6" w:tplc="2C0A000F" w:tentative="1">
      <w:start w:val="1"/>
      <w:numFmt w:val="decimal"/>
      <w:lvlText w:val="%7."/>
      <w:lvlJc w:val="left"/>
      <w:pPr>
        <w:ind w:left="5748" w:hanging="360"/>
      </w:pPr>
    </w:lvl>
    <w:lvl w:ilvl="7" w:tplc="2C0A0019" w:tentative="1">
      <w:start w:val="1"/>
      <w:numFmt w:val="lowerLetter"/>
      <w:lvlText w:val="%8."/>
      <w:lvlJc w:val="left"/>
      <w:pPr>
        <w:ind w:left="6468" w:hanging="360"/>
      </w:pPr>
    </w:lvl>
    <w:lvl w:ilvl="8" w:tplc="2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A3F05DA"/>
    <w:multiLevelType w:val="hybridMultilevel"/>
    <w:tmpl w:val="6FAA36C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2B55D0"/>
    <w:multiLevelType w:val="hybridMultilevel"/>
    <w:tmpl w:val="9908721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61011"/>
    <w:multiLevelType w:val="hybridMultilevel"/>
    <w:tmpl w:val="45BEFACA"/>
    <w:lvl w:ilvl="0" w:tplc="136A1894">
      <w:start w:val="1"/>
      <w:numFmt w:val="bullet"/>
      <w:lvlText w:val="•"/>
      <w:lvlJc w:val="left"/>
      <w:pPr>
        <w:ind w:left="750" w:hanging="390"/>
      </w:pPr>
      <w:rPr>
        <w:rFonts w:ascii="Calibri" w:eastAsia="Times New Roman" w:hAnsi="Calibri" w:cs="Calibri" w:hint="default"/>
        <w:w w:val="134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BE47AE"/>
    <w:multiLevelType w:val="multilevel"/>
    <w:tmpl w:val="21A63B2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7F2A3B91"/>
    <w:multiLevelType w:val="hybridMultilevel"/>
    <w:tmpl w:val="CBFCF8D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7178886">
    <w:abstractNumId w:val="14"/>
  </w:num>
  <w:num w:numId="2" w16cid:durableId="9733707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4151099">
    <w:abstractNumId w:val="8"/>
  </w:num>
  <w:num w:numId="4" w16cid:durableId="1925720723">
    <w:abstractNumId w:val="28"/>
  </w:num>
  <w:num w:numId="5" w16cid:durableId="551890148">
    <w:abstractNumId w:val="18"/>
  </w:num>
  <w:num w:numId="6" w16cid:durableId="383992135">
    <w:abstractNumId w:val="24"/>
  </w:num>
  <w:num w:numId="7" w16cid:durableId="1086925222">
    <w:abstractNumId w:val="4"/>
  </w:num>
  <w:num w:numId="8" w16cid:durableId="1042293069">
    <w:abstractNumId w:val="15"/>
  </w:num>
  <w:num w:numId="9" w16cid:durableId="1556115914">
    <w:abstractNumId w:val="16"/>
  </w:num>
  <w:num w:numId="10" w16cid:durableId="737826959">
    <w:abstractNumId w:val="25"/>
  </w:num>
  <w:num w:numId="11" w16cid:durableId="2108652264">
    <w:abstractNumId w:val="22"/>
  </w:num>
  <w:num w:numId="12" w16cid:durableId="1899314312">
    <w:abstractNumId w:val="27"/>
  </w:num>
  <w:num w:numId="13" w16cid:durableId="2147157281">
    <w:abstractNumId w:val="17"/>
  </w:num>
  <w:num w:numId="14" w16cid:durableId="1459912684">
    <w:abstractNumId w:val="2"/>
  </w:num>
  <w:num w:numId="15" w16cid:durableId="150027447">
    <w:abstractNumId w:val="11"/>
  </w:num>
  <w:num w:numId="16" w16cid:durableId="1920287820">
    <w:abstractNumId w:val="6"/>
  </w:num>
  <w:num w:numId="17" w16cid:durableId="1972710136">
    <w:abstractNumId w:val="19"/>
  </w:num>
  <w:num w:numId="18" w16cid:durableId="602609714">
    <w:abstractNumId w:val="26"/>
  </w:num>
  <w:num w:numId="19" w16cid:durableId="772827236">
    <w:abstractNumId w:val="1"/>
  </w:num>
  <w:num w:numId="20" w16cid:durableId="1870869056">
    <w:abstractNumId w:val="3"/>
  </w:num>
  <w:num w:numId="21" w16cid:durableId="1688486475">
    <w:abstractNumId w:val="21"/>
  </w:num>
  <w:num w:numId="22" w16cid:durableId="1600411633">
    <w:abstractNumId w:val="0"/>
  </w:num>
  <w:num w:numId="23" w16cid:durableId="860778209">
    <w:abstractNumId w:val="7"/>
  </w:num>
  <w:num w:numId="24" w16cid:durableId="908658642">
    <w:abstractNumId w:val="13"/>
  </w:num>
  <w:num w:numId="25" w16cid:durableId="1354308681">
    <w:abstractNumId w:val="12"/>
  </w:num>
  <w:num w:numId="26" w16cid:durableId="1204907028">
    <w:abstractNumId w:val="10"/>
  </w:num>
  <w:num w:numId="27" w16cid:durableId="1075668607">
    <w:abstractNumId w:val="30"/>
  </w:num>
  <w:num w:numId="28" w16cid:durableId="9139804">
    <w:abstractNumId w:val="31"/>
  </w:num>
  <w:num w:numId="29" w16cid:durableId="1242106896">
    <w:abstractNumId w:val="29"/>
  </w:num>
  <w:num w:numId="30" w16cid:durableId="1067610300">
    <w:abstractNumId w:val="32"/>
  </w:num>
  <w:num w:numId="31" w16cid:durableId="405811423">
    <w:abstractNumId w:val="20"/>
  </w:num>
  <w:num w:numId="32" w16cid:durableId="752511354">
    <w:abstractNumId w:val="5"/>
  </w:num>
  <w:num w:numId="33" w16cid:durableId="753480062">
    <w:abstractNumId w:val="9"/>
  </w:num>
  <w:num w:numId="34" w16cid:durableId="17708269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866"/>
    <w:rsid w:val="00010FDA"/>
    <w:rsid w:val="000174C4"/>
    <w:rsid w:val="00023C90"/>
    <w:rsid w:val="0002774D"/>
    <w:rsid w:val="00031CD2"/>
    <w:rsid w:val="000501B6"/>
    <w:rsid w:val="000553B2"/>
    <w:rsid w:val="00072F48"/>
    <w:rsid w:val="00075AC5"/>
    <w:rsid w:val="00077C08"/>
    <w:rsid w:val="00081721"/>
    <w:rsid w:val="00085934"/>
    <w:rsid w:val="000976BB"/>
    <w:rsid w:val="000A6575"/>
    <w:rsid w:val="000B562D"/>
    <w:rsid w:val="000E1871"/>
    <w:rsid w:val="000E62A5"/>
    <w:rsid w:val="000F3607"/>
    <w:rsid w:val="001222A6"/>
    <w:rsid w:val="00136169"/>
    <w:rsid w:val="001459F1"/>
    <w:rsid w:val="001703E6"/>
    <w:rsid w:val="001713E3"/>
    <w:rsid w:val="00192FCA"/>
    <w:rsid w:val="00197C19"/>
    <w:rsid w:val="001C71B6"/>
    <w:rsid w:val="001D685C"/>
    <w:rsid w:val="001D6E6F"/>
    <w:rsid w:val="001F6866"/>
    <w:rsid w:val="00201346"/>
    <w:rsid w:val="00202506"/>
    <w:rsid w:val="00204F31"/>
    <w:rsid w:val="00215AF8"/>
    <w:rsid w:val="00223D5F"/>
    <w:rsid w:val="002410F0"/>
    <w:rsid w:val="00251590"/>
    <w:rsid w:val="00267518"/>
    <w:rsid w:val="00292A53"/>
    <w:rsid w:val="002A7CC1"/>
    <w:rsid w:val="002B3BDA"/>
    <w:rsid w:val="002C3E00"/>
    <w:rsid w:val="002D6518"/>
    <w:rsid w:val="002E3F03"/>
    <w:rsid w:val="002E5738"/>
    <w:rsid w:val="00310D95"/>
    <w:rsid w:val="00313224"/>
    <w:rsid w:val="00315122"/>
    <w:rsid w:val="00340CFC"/>
    <w:rsid w:val="003444E7"/>
    <w:rsid w:val="00371C68"/>
    <w:rsid w:val="00394277"/>
    <w:rsid w:val="003A4B18"/>
    <w:rsid w:val="003A7ED2"/>
    <w:rsid w:val="003B7E7F"/>
    <w:rsid w:val="003C4DCE"/>
    <w:rsid w:val="003C584F"/>
    <w:rsid w:val="003D395A"/>
    <w:rsid w:val="003D3EBB"/>
    <w:rsid w:val="003E12E0"/>
    <w:rsid w:val="003F4FA0"/>
    <w:rsid w:val="003F68B7"/>
    <w:rsid w:val="004112DD"/>
    <w:rsid w:val="00415BF0"/>
    <w:rsid w:val="00420EEB"/>
    <w:rsid w:val="004302E2"/>
    <w:rsid w:val="004427D6"/>
    <w:rsid w:val="00453501"/>
    <w:rsid w:val="00461D19"/>
    <w:rsid w:val="00482896"/>
    <w:rsid w:val="00485EC8"/>
    <w:rsid w:val="00494CC8"/>
    <w:rsid w:val="004A7458"/>
    <w:rsid w:val="004B557F"/>
    <w:rsid w:val="004C6035"/>
    <w:rsid w:val="00514316"/>
    <w:rsid w:val="00515CE6"/>
    <w:rsid w:val="005514D3"/>
    <w:rsid w:val="005657B0"/>
    <w:rsid w:val="00586E51"/>
    <w:rsid w:val="005A2BCA"/>
    <w:rsid w:val="005D0505"/>
    <w:rsid w:val="005D1B25"/>
    <w:rsid w:val="005D5026"/>
    <w:rsid w:val="005E05DD"/>
    <w:rsid w:val="005E2FCB"/>
    <w:rsid w:val="005F473E"/>
    <w:rsid w:val="005F68C8"/>
    <w:rsid w:val="00603F43"/>
    <w:rsid w:val="00605214"/>
    <w:rsid w:val="00610721"/>
    <w:rsid w:val="00617BA7"/>
    <w:rsid w:val="00622AD7"/>
    <w:rsid w:val="00632FDA"/>
    <w:rsid w:val="00633470"/>
    <w:rsid w:val="00635D45"/>
    <w:rsid w:val="00662276"/>
    <w:rsid w:val="006A3074"/>
    <w:rsid w:val="006D2ACE"/>
    <w:rsid w:val="006E1C7B"/>
    <w:rsid w:val="006F4A42"/>
    <w:rsid w:val="00707627"/>
    <w:rsid w:val="007114E8"/>
    <w:rsid w:val="00711AC1"/>
    <w:rsid w:val="00713CFE"/>
    <w:rsid w:val="00714A76"/>
    <w:rsid w:val="00717E0C"/>
    <w:rsid w:val="007227C1"/>
    <w:rsid w:val="00740DF0"/>
    <w:rsid w:val="00753AE1"/>
    <w:rsid w:val="00756294"/>
    <w:rsid w:val="00757029"/>
    <w:rsid w:val="00773C64"/>
    <w:rsid w:val="0078540F"/>
    <w:rsid w:val="0078657F"/>
    <w:rsid w:val="007A2538"/>
    <w:rsid w:val="007A2F01"/>
    <w:rsid w:val="007A5593"/>
    <w:rsid w:val="007C5D1B"/>
    <w:rsid w:val="007C6C38"/>
    <w:rsid w:val="007D4A0E"/>
    <w:rsid w:val="007E126C"/>
    <w:rsid w:val="007F5DA0"/>
    <w:rsid w:val="007F7DB1"/>
    <w:rsid w:val="00801370"/>
    <w:rsid w:val="00802E7E"/>
    <w:rsid w:val="00822977"/>
    <w:rsid w:val="00822F0F"/>
    <w:rsid w:val="00824C00"/>
    <w:rsid w:val="008424CF"/>
    <w:rsid w:val="00855730"/>
    <w:rsid w:val="00856DD0"/>
    <w:rsid w:val="00883284"/>
    <w:rsid w:val="008A0994"/>
    <w:rsid w:val="008B3884"/>
    <w:rsid w:val="008C36D1"/>
    <w:rsid w:val="008C5A10"/>
    <w:rsid w:val="008C66EB"/>
    <w:rsid w:val="008D02FA"/>
    <w:rsid w:val="008E13D7"/>
    <w:rsid w:val="008E1AFB"/>
    <w:rsid w:val="008E3E5E"/>
    <w:rsid w:val="008E41F9"/>
    <w:rsid w:val="00903F74"/>
    <w:rsid w:val="00907986"/>
    <w:rsid w:val="0091478B"/>
    <w:rsid w:val="009B2BA4"/>
    <w:rsid w:val="009E7327"/>
    <w:rsid w:val="00A0540C"/>
    <w:rsid w:val="00A10A92"/>
    <w:rsid w:val="00A402C6"/>
    <w:rsid w:val="00A450B7"/>
    <w:rsid w:val="00A525F1"/>
    <w:rsid w:val="00A63E04"/>
    <w:rsid w:val="00A76E23"/>
    <w:rsid w:val="00A84857"/>
    <w:rsid w:val="00A90B40"/>
    <w:rsid w:val="00AA2F74"/>
    <w:rsid w:val="00AB1C5F"/>
    <w:rsid w:val="00AB7450"/>
    <w:rsid w:val="00AC26BE"/>
    <w:rsid w:val="00AC4E80"/>
    <w:rsid w:val="00B00F32"/>
    <w:rsid w:val="00B01F3B"/>
    <w:rsid w:val="00B24FA5"/>
    <w:rsid w:val="00B26E66"/>
    <w:rsid w:val="00B41B60"/>
    <w:rsid w:val="00B4266B"/>
    <w:rsid w:val="00B702DE"/>
    <w:rsid w:val="00B81A77"/>
    <w:rsid w:val="00B903F4"/>
    <w:rsid w:val="00B94B1A"/>
    <w:rsid w:val="00B94DFF"/>
    <w:rsid w:val="00B96A30"/>
    <w:rsid w:val="00BC1ADD"/>
    <w:rsid w:val="00BD732E"/>
    <w:rsid w:val="00BE1645"/>
    <w:rsid w:val="00BE6345"/>
    <w:rsid w:val="00C13D5B"/>
    <w:rsid w:val="00C25F5A"/>
    <w:rsid w:val="00C272ED"/>
    <w:rsid w:val="00C46794"/>
    <w:rsid w:val="00C47316"/>
    <w:rsid w:val="00C55588"/>
    <w:rsid w:val="00C64F81"/>
    <w:rsid w:val="00C81D64"/>
    <w:rsid w:val="00C8712D"/>
    <w:rsid w:val="00C92B29"/>
    <w:rsid w:val="00C95D38"/>
    <w:rsid w:val="00C95D5C"/>
    <w:rsid w:val="00CB5359"/>
    <w:rsid w:val="00CB5F94"/>
    <w:rsid w:val="00CC2E18"/>
    <w:rsid w:val="00CE2A01"/>
    <w:rsid w:val="00CE7466"/>
    <w:rsid w:val="00CE7D59"/>
    <w:rsid w:val="00CF3037"/>
    <w:rsid w:val="00D03447"/>
    <w:rsid w:val="00D0467F"/>
    <w:rsid w:val="00D1091E"/>
    <w:rsid w:val="00D1321D"/>
    <w:rsid w:val="00D300B8"/>
    <w:rsid w:val="00D33DFB"/>
    <w:rsid w:val="00D350EF"/>
    <w:rsid w:val="00D35FF6"/>
    <w:rsid w:val="00D443B5"/>
    <w:rsid w:val="00D53729"/>
    <w:rsid w:val="00D5538B"/>
    <w:rsid w:val="00D67FFD"/>
    <w:rsid w:val="00D86F12"/>
    <w:rsid w:val="00D9690B"/>
    <w:rsid w:val="00DA1EA7"/>
    <w:rsid w:val="00DB4995"/>
    <w:rsid w:val="00DB59C6"/>
    <w:rsid w:val="00DC0CBB"/>
    <w:rsid w:val="00DD2F2D"/>
    <w:rsid w:val="00DE0870"/>
    <w:rsid w:val="00E00911"/>
    <w:rsid w:val="00E11D50"/>
    <w:rsid w:val="00E146AD"/>
    <w:rsid w:val="00E17ED7"/>
    <w:rsid w:val="00E54858"/>
    <w:rsid w:val="00E61072"/>
    <w:rsid w:val="00E84C77"/>
    <w:rsid w:val="00E86270"/>
    <w:rsid w:val="00E90B70"/>
    <w:rsid w:val="00E91D4A"/>
    <w:rsid w:val="00E96257"/>
    <w:rsid w:val="00EA0C4C"/>
    <w:rsid w:val="00EB7976"/>
    <w:rsid w:val="00EE2F9F"/>
    <w:rsid w:val="00EE506B"/>
    <w:rsid w:val="00EE6978"/>
    <w:rsid w:val="00EF5119"/>
    <w:rsid w:val="00F125B1"/>
    <w:rsid w:val="00F25AB0"/>
    <w:rsid w:val="00F329FD"/>
    <w:rsid w:val="00F44777"/>
    <w:rsid w:val="00F4497E"/>
    <w:rsid w:val="00F5459C"/>
    <w:rsid w:val="00F72C68"/>
    <w:rsid w:val="00F91C24"/>
    <w:rsid w:val="00F9362E"/>
    <w:rsid w:val="00FC2439"/>
    <w:rsid w:val="00FD0FB8"/>
    <w:rsid w:val="00FF16FA"/>
    <w:rsid w:val="00FF54E5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|"/>
  <w14:docId w14:val="198A5571"/>
  <w15:docId w15:val="{9A9130AD-4887-4C90-8766-1B5320E17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rsid w:val="00E146AD"/>
    <w:pPr>
      <w:keepNext/>
      <w:numPr>
        <w:numId w:val="20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"/>
    <w:unhideWhenUsed/>
    <w:qFormat/>
    <w:rsid w:val="00E146AD"/>
    <w:pPr>
      <w:keepNext/>
      <w:numPr>
        <w:ilvl w:val="1"/>
        <w:numId w:val="20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146AD"/>
    <w:pPr>
      <w:keepNext/>
      <w:numPr>
        <w:ilvl w:val="2"/>
        <w:numId w:val="20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46AD"/>
    <w:pPr>
      <w:keepNext/>
      <w:numPr>
        <w:ilvl w:val="3"/>
        <w:numId w:val="20"/>
      </w:numPr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146AD"/>
    <w:pPr>
      <w:numPr>
        <w:ilvl w:val="4"/>
        <w:numId w:val="20"/>
      </w:num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"/>
    <w:qFormat/>
    <w:rsid w:val="00E146AD"/>
    <w:pPr>
      <w:numPr>
        <w:ilvl w:val="5"/>
        <w:numId w:val="20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146AD"/>
    <w:pPr>
      <w:numPr>
        <w:ilvl w:val="6"/>
        <w:numId w:val="20"/>
      </w:numPr>
      <w:spacing w:before="240" w:after="60" w:line="240" w:lineRule="auto"/>
      <w:outlineLvl w:val="6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146AD"/>
    <w:pPr>
      <w:numPr>
        <w:ilvl w:val="7"/>
        <w:numId w:val="20"/>
      </w:num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146AD"/>
    <w:pPr>
      <w:numPr>
        <w:ilvl w:val="8"/>
        <w:numId w:val="20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146AD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E146AD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146AD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146AD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146AD"/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E146AD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146AD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146AD"/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146AD"/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sid w:val="00632FDA"/>
    <w:rPr>
      <w:rFonts w:ascii="Tahoma" w:hAnsi="Tahoma" w:cs="Tahoma"/>
      <w:sz w:val="16"/>
      <w:szCs w:val="16"/>
    </w:rPr>
  </w:style>
  <w:style w:type="paragraph" w:customStyle="1" w:styleId="Listavistosa-nfasis11">
    <w:name w:val="Lista vistosa - Énfasis 1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  <w:rPr>
      <w:rFonts w:ascii="Times New Roman" w:hAnsi="Times New Roman"/>
      <w:sz w:val="24"/>
      <w:szCs w:val="24"/>
    </w:rPr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717E0C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unhideWhenUsed/>
    <w:rsid w:val="00717E0C"/>
    <w:pPr>
      <w:suppressLineNumbers/>
      <w:suppressAutoHyphens/>
      <w:spacing w:after="140" w:line="360" w:lineRule="auto"/>
      <w:jc w:val="both"/>
    </w:pPr>
    <w:rPr>
      <w:rFonts w:ascii="Arial" w:eastAsia="Times New Roman" w:hAnsi="Arial" w:cs="Arial"/>
      <w:color w:val="00000A"/>
      <w:kern w:val="2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17E0C"/>
    <w:rPr>
      <w:rFonts w:ascii="Arial" w:eastAsia="Times New Roman" w:hAnsi="Arial" w:cs="Arial"/>
      <w:color w:val="00000A"/>
      <w:kern w:val="2"/>
      <w:sz w:val="24"/>
      <w:szCs w:val="24"/>
      <w:lang w:val="es-ES" w:eastAsia="es-ES"/>
    </w:rPr>
  </w:style>
  <w:style w:type="character" w:customStyle="1" w:styleId="Fuentedeprrafopredeter1">
    <w:name w:val="Fuente de párrafo predeter.1"/>
    <w:rsid w:val="00717E0C"/>
  </w:style>
  <w:style w:type="paragraph" w:styleId="Prrafodelista">
    <w:name w:val="List Paragraph"/>
    <w:basedOn w:val="Normal"/>
    <w:uiPriority w:val="99"/>
    <w:qFormat/>
    <w:rsid w:val="001703E6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rsid w:val="00E146A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s-AR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E146AD"/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Prrafodelista1">
    <w:name w:val="Párrafo de lista1"/>
    <w:basedOn w:val="Normal"/>
    <w:uiPriority w:val="1"/>
    <w:qFormat/>
    <w:rsid w:val="00E146AD"/>
    <w:pPr>
      <w:widowControl w:val="0"/>
      <w:autoSpaceDE w:val="0"/>
      <w:autoSpaceDN w:val="0"/>
      <w:spacing w:after="0" w:line="240" w:lineRule="auto"/>
      <w:ind w:left="644" w:hanging="572"/>
    </w:pPr>
    <w:rPr>
      <w:rFonts w:eastAsiaTheme="minorEastAsia" w:cs="Calibri"/>
      <w:lang w:eastAsia="es-ES"/>
    </w:rPr>
  </w:style>
  <w:style w:type="paragraph" w:customStyle="1" w:styleId="TableParagraph">
    <w:name w:val="Table Paragraph"/>
    <w:basedOn w:val="Normal"/>
    <w:uiPriority w:val="1"/>
    <w:qFormat/>
    <w:rsid w:val="00E146AD"/>
    <w:pPr>
      <w:widowControl w:val="0"/>
      <w:autoSpaceDE w:val="0"/>
      <w:autoSpaceDN w:val="0"/>
      <w:spacing w:after="0" w:line="240" w:lineRule="auto"/>
    </w:pPr>
    <w:rPr>
      <w:rFonts w:eastAsiaTheme="minorEastAsia" w:cs="Calibri"/>
      <w:lang w:eastAsia="es-ES"/>
    </w:rPr>
  </w:style>
  <w:style w:type="table" w:customStyle="1" w:styleId="TableNormal">
    <w:name w:val="Table Normal"/>
    <w:uiPriority w:val="2"/>
    <w:unhideWhenUsed/>
    <w:qFormat/>
    <w:rsid w:val="00E146AD"/>
    <w:pPr>
      <w:spacing w:after="160" w:line="259" w:lineRule="auto"/>
    </w:pPr>
    <w:rPr>
      <w:rFonts w:asciiTheme="minorHAnsi" w:eastAsiaTheme="minorHAnsi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rsid w:val="0005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adrculaclara-nfasis31">
    <w:name w:val="Cuadrícula clara - Énfasis 31"/>
    <w:basedOn w:val="Normal"/>
    <w:uiPriority w:val="34"/>
    <w:qFormat/>
    <w:rsid w:val="003F4FA0"/>
    <w:pPr>
      <w:ind w:left="720"/>
      <w:contextualSpacing/>
    </w:pPr>
  </w:style>
  <w:style w:type="character" w:styleId="Hipervnculovisitado">
    <w:name w:val="FollowedHyperlink"/>
    <w:uiPriority w:val="99"/>
    <w:semiHidden/>
    <w:unhideWhenUsed/>
    <w:rsid w:val="003F4FA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dor\Google%20Drive\00.%20Marca%20GOBIERNO%20MENDOZA\papeleria\Membrete%20oficial%202018\membrete%20OFICIO%20oficial%202018%20ok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04907-7623-4EC2-90CD-253629164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membrete OFICIO oficial 2018 ok.dot</Template>
  <TotalTime>76</TotalTime>
  <Pages>1</Pages>
  <Words>310</Words>
  <Characters>1706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Sin otro particular. Atentamente</vt:lpstr>
    </vt:vector>
  </TitlesOfParts>
  <Company/>
  <LinksUpToDate>false</LinksUpToDate>
  <CharactersWithSpaces>2012</CharactersWithSpaces>
  <SharedDoc>false</SharedDoc>
  <HLinks>
    <vt:vector size="6" baseType="variant">
      <vt:variant>
        <vt:i4>3539031</vt:i4>
      </vt:variant>
      <vt:variant>
        <vt:i4>0</vt:i4>
      </vt:variant>
      <vt:variant>
        <vt:i4>0</vt:i4>
      </vt:variant>
      <vt:variant>
        <vt:i4>5</vt:i4>
      </vt:variant>
      <vt:variant>
        <vt:lpwstr>mailto:atencionalusuario@emop.com.ar%7C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mcarrizo</cp:lastModifiedBy>
  <cp:revision>8</cp:revision>
  <cp:lastPrinted>2023-03-01T15:48:00Z</cp:lastPrinted>
  <dcterms:created xsi:type="dcterms:W3CDTF">2023-11-22T14:14:00Z</dcterms:created>
  <dcterms:modified xsi:type="dcterms:W3CDTF">2023-11-23T15:33:00Z</dcterms:modified>
</cp:coreProperties>
</file>